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/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/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77777777"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BF44D9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110D4" w14:textId="77777777" w:rsidR="00AB4056" w:rsidRDefault="00AB4056" w:rsidP="00EA6B59">
      <w:pPr>
        <w:spacing w:after="0" w:line="240" w:lineRule="auto"/>
      </w:pPr>
      <w:r>
        <w:separator/>
      </w:r>
    </w:p>
  </w:endnote>
  <w:endnote w:type="continuationSeparator" w:id="0">
    <w:p w14:paraId="79F6254B" w14:textId="77777777" w:rsidR="00AB4056" w:rsidRDefault="00AB405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1EEEEDC7" w:rsidR="005D3CBC" w:rsidRDefault="005D3CBC">
    <w:pPr>
      <w:pStyle w:val="Pieddepage"/>
    </w:pPr>
    <w:r>
      <w:t xml:space="preserve">ESID </w:t>
    </w:r>
    <w:r w:rsidR="00275935">
      <w:t>25</w:t>
    </w:r>
    <w:r w:rsidR="00590FFA">
      <w:rPr>
        <w:rFonts w:ascii="Calibri" w:hAnsi="Calibri" w:cs="Calibri"/>
      </w:rPr>
      <w:t> </w:t>
    </w:r>
    <w:r w:rsidR="007C7FA2">
      <w:t>133</w:t>
    </w:r>
    <w:r w:rsidR="00590FFA">
      <w:t xml:space="preserve"> à 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D0FA2" w14:textId="77777777" w:rsidR="00AB4056" w:rsidRDefault="00AB4056" w:rsidP="00EA6B59">
      <w:pPr>
        <w:spacing w:after="0" w:line="240" w:lineRule="auto"/>
      </w:pPr>
      <w:r>
        <w:separator/>
      </w:r>
    </w:p>
  </w:footnote>
  <w:footnote w:type="continuationSeparator" w:id="0">
    <w:p w14:paraId="4C4F95AA" w14:textId="77777777" w:rsidR="00AB4056" w:rsidRDefault="00AB405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65581A39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F8154E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FF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BF44D9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12f2f77a-bc19-4145-99a9-a502f90bb138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C56682-2DDE-4A56-93BF-113B570A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2</cp:revision>
  <dcterms:created xsi:type="dcterms:W3CDTF">2025-05-15T13:55:00Z</dcterms:created>
  <dcterms:modified xsi:type="dcterms:W3CDTF">2025-05-15T13:55:00Z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